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F12" w:rsidRPr="005B53EC" w:rsidRDefault="00153F12" w:rsidP="00E04E1B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 xml:space="preserve">Psychology I </w:t>
      </w:r>
    </w:p>
    <w:p w:rsidR="000A1467" w:rsidRDefault="00153F12" w:rsidP="00DC3F02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>FINAL</w:t>
      </w:r>
      <w:r w:rsidR="00DC3F02">
        <w:rPr>
          <w:sz w:val="26"/>
          <w:szCs w:val="26"/>
        </w:rPr>
        <w:t xml:space="preserve"> - </w:t>
      </w:r>
      <w:r w:rsidRPr="005B53EC">
        <w:rPr>
          <w:sz w:val="26"/>
          <w:szCs w:val="26"/>
        </w:rPr>
        <w:t>Study Guide</w:t>
      </w:r>
      <w:r w:rsidR="000A1467">
        <w:rPr>
          <w:sz w:val="26"/>
          <w:szCs w:val="26"/>
        </w:rPr>
        <w:t xml:space="preserve"> </w:t>
      </w:r>
    </w:p>
    <w:p w:rsidR="00153F12" w:rsidRPr="005B53EC" w:rsidRDefault="008955D1" w:rsidP="00DC3F02">
      <w:pPr>
        <w:jc w:val="center"/>
        <w:rPr>
          <w:sz w:val="26"/>
          <w:szCs w:val="26"/>
        </w:rPr>
      </w:pPr>
      <w:r>
        <w:rPr>
          <w:sz w:val="26"/>
          <w:szCs w:val="26"/>
        </w:rPr>
        <w:t>SPRING</w:t>
      </w:r>
      <w:bookmarkStart w:id="0" w:name="_GoBack"/>
      <w:bookmarkEnd w:id="0"/>
      <w:r>
        <w:rPr>
          <w:sz w:val="26"/>
          <w:szCs w:val="26"/>
        </w:rPr>
        <w:t xml:space="preserve"> 2017</w:t>
      </w:r>
    </w:p>
    <w:p w:rsidR="00153F12" w:rsidRPr="005B53EC" w:rsidRDefault="00153F12" w:rsidP="00C4014B">
      <w:pPr>
        <w:jc w:val="center"/>
        <w:rPr>
          <w:sz w:val="26"/>
          <w:szCs w:val="26"/>
        </w:rPr>
      </w:pPr>
    </w:p>
    <w:p w:rsidR="00153F12" w:rsidRPr="005B53EC" w:rsidRDefault="00153F12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Introduction to Psychology –History, Methodology (1, 2)</w:t>
      </w:r>
    </w:p>
    <w:p w:rsidR="00153F12" w:rsidRPr="005B53EC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What is Psychology?  How is research done?  What do psychologists do?</w:t>
      </w:r>
    </w:p>
    <w:p w:rsidR="00153F12" w:rsidRDefault="00153F12">
      <w:pPr>
        <w:rPr>
          <w:sz w:val="26"/>
          <w:szCs w:val="26"/>
        </w:rPr>
      </w:pPr>
      <w:proofErr w:type="gramStart"/>
      <w:r w:rsidRPr="005B53EC">
        <w:rPr>
          <w:sz w:val="26"/>
          <w:szCs w:val="26"/>
        </w:rPr>
        <w:t>cognitive/subjects/control/group/placebo/behavior/variables/behavioral/hypothesis</w:t>
      </w:r>
      <w:proofErr w:type="gramEnd"/>
      <w:r w:rsidRPr="005B53EC">
        <w:rPr>
          <w:sz w:val="26"/>
          <w:szCs w:val="26"/>
        </w:rPr>
        <w:t>/</w:t>
      </w:r>
      <w:r w:rsidR="008955D1">
        <w:rPr>
          <w:sz w:val="26"/>
          <w:szCs w:val="26"/>
        </w:rPr>
        <w:t xml:space="preserve"> psychoanalytic/</w:t>
      </w:r>
      <w:r w:rsidRPr="005B53EC">
        <w:rPr>
          <w:sz w:val="26"/>
          <w:szCs w:val="26"/>
        </w:rPr>
        <w:t>biological/learning/socio-cultural/evolutionary/correlation/case study/interview/laboratory/cross-sectional/survey/longitudinal/</w:t>
      </w:r>
    </w:p>
    <w:p w:rsidR="00153F12" w:rsidRPr="00407BF3" w:rsidRDefault="00153F12" w:rsidP="00407BF3">
      <w:pPr>
        <w:rPr>
          <w:b/>
          <w:sz w:val="24"/>
          <w:szCs w:val="24"/>
          <w:u w:val="single"/>
        </w:rPr>
      </w:pPr>
      <w:r w:rsidRPr="00407BF3">
        <w:rPr>
          <w:b/>
          <w:sz w:val="24"/>
          <w:szCs w:val="24"/>
          <w:u w:val="single"/>
        </w:rPr>
        <w:t>Developmen</w:t>
      </w:r>
      <w:r w:rsidR="00DC3F02">
        <w:rPr>
          <w:b/>
          <w:sz w:val="24"/>
          <w:szCs w:val="24"/>
          <w:u w:val="single"/>
        </w:rPr>
        <w:t xml:space="preserve">t - Physical, Cognitive, Moral, </w:t>
      </w:r>
      <w:r w:rsidRPr="00407BF3">
        <w:rPr>
          <w:b/>
          <w:sz w:val="24"/>
          <w:szCs w:val="24"/>
          <w:u w:val="single"/>
        </w:rPr>
        <w:t>(10, 11)</w:t>
      </w:r>
    </w:p>
    <w:p w:rsidR="00153F12" w:rsidRDefault="00153F12" w:rsidP="00407BF3">
      <w:pPr>
        <w:rPr>
          <w:sz w:val="24"/>
          <w:szCs w:val="24"/>
        </w:rPr>
      </w:pPr>
      <w:r>
        <w:rPr>
          <w:sz w:val="24"/>
          <w:szCs w:val="24"/>
        </w:rPr>
        <w:t>How are physical, moral and cognitive development linked?  How do the major theories of development differ?</w:t>
      </w:r>
    </w:p>
    <w:p w:rsidR="00153F12" w:rsidRPr="00407BF3" w:rsidRDefault="00153F12" w:rsidP="00407BF3">
      <w:pPr>
        <w:rPr>
          <w:sz w:val="24"/>
          <w:szCs w:val="24"/>
        </w:rPr>
      </w:pPr>
      <w:r>
        <w:rPr>
          <w:sz w:val="24"/>
          <w:szCs w:val="24"/>
        </w:rPr>
        <w:t>Piaget’s Theory of Cognitive Development/Kohlberg’s Stages of Moral Development/developmental psychology/motor development/perceptual development/maturation/attachment/stranger anxiety/separation anxiety/imprinting/assimilation/accommodation/object permanence/parenting/self-esteem/adolescence/puberty/identity/identity crisis/”quest for independence”/teenage challenges/Marcia’s Adolescent Identity Status Categories</w:t>
      </w:r>
    </w:p>
    <w:p w:rsidR="00153F12" w:rsidRPr="005B53EC" w:rsidRDefault="00153F12" w:rsidP="00407BF3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Learning –Classical, Operant, Observational (6)</w:t>
      </w:r>
    </w:p>
    <w:p w:rsidR="00153F12" w:rsidRPr="005B53EC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>How do people learn?</w:t>
      </w:r>
      <w:r>
        <w:rPr>
          <w:sz w:val="26"/>
          <w:szCs w:val="26"/>
        </w:rPr>
        <w:t xml:space="preserve">  What is an application of classical conditioning?   Describe operant conditioning.</w:t>
      </w:r>
    </w:p>
    <w:p w:rsidR="000A1467" w:rsidRPr="008955D1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>Conditioning – classical, operant/observational learning/Pavlov’s dog/US, UR, CR, CS -letters of learning/taste aversion/generalization/discrimination/flooding/systemic desensitization/reinforcemen</w:t>
      </w:r>
      <w:r>
        <w:rPr>
          <w:sz w:val="26"/>
          <w:szCs w:val="26"/>
        </w:rPr>
        <w:t>t-rewards &amp; punishments/shaping</w:t>
      </w:r>
    </w:p>
    <w:p w:rsidR="00153F12" w:rsidRPr="00FB23F7" w:rsidRDefault="00153F12" w:rsidP="00407BF3">
      <w:pPr>
        <w:rPr>
          <w:sz w:val="26"/>
          <w:szCs w:val="26"/>
        </w:rPr>
      </w:pPr>
      <w:r w:rsidRPr="005B53EC">
        <w:rPr>
          <w:b/>
          <w:sz w:val="26"/>
          <w:szCs w:val="26"/>
          <w:u w:val="single"/>
        </w:rPr>
        <w:t>Memory –Three types, Encoding, Retrieval (7)</w:t>
      </w:r>
    </w:p>
    <w:p w:rsidR="00153F12" w:rsidRPr="005B53EC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>How does memory work?  Is memory accurate?  Why do we forget?</w:t>
      </w:r>
    </w:p>
    <w:p w:rsidR="00153F12" w:rsidRPr="00407BF3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lastRenderedPageBreak/>
        <w:t>Types of memories/stages of memories/encoding/storage/retrieval/decay/eidetic memory/icons/chunking/primacy-</w:t>
      </w:r>
      <w:proofErr w:type="spellStart"/>
      <w:r w:rsidRPr="005B53EC">
        <w:rPr>
          <w:sz w:val="26"/>
          <w:szCs w:val="26"/>
        </w:rPr>
        <w:t>recency</w:t>
      </w:r>
      <w:proofErr w:type="spellEnd"/>
      <w:r w:rsidRPr="005B53EC">
        <w:rPr>
          <w:sz w:val="26"/>
          <w:szCs w:val="26"/>
        </w:rPr>
        <w:t xml:space="preserve"> effect/amnesia-types of amnesia/repression/mnemonic devices/relearning</w:t>
      </w:r>
    </w:p>
    <w:p w:rsidR="00DC3F02" w:rsidRPr="00DC3F02" w:rsidRDefault="00DC3F02" w:rsidP="00DC3F02">
      <w:pPr>
        <w:rPr>
          <w:b/>
          <w:sz w:val="26"/>
          <w:szCs w:val="26"/>
          <w:u w:val="single"/>
        </w:rPr>
      </w:pPr>
      <w:r w:rsidRPr="00DC3F02">
        <w:rPr>
          <w:b/>
          <w:sz w:val="26"/>
          <w:szCs w:val="26"/>
          <w:u w:val="single"/>
        </w:rPr>
        <w:t>States of Consciousness –Stages of Sleep, Dreaming, Hypnosis, Meditation (5)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How do states of consciousness vary?  How does the definition of addiction vary between cultures?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 xml:space="preserve">Levels of consciousness/altered </w:t>
      </w:r>
      <w:r>
        <w:rPr>
          <w:sz w:val="26"/>
          <w:szCs w:val="26"/>
        </w:rPr>
        <w:t xml:space="preserve">states of consciousness/stages </w:t>
      </w:r>
      <w:r w:rsidRPr="00DC3F02">
        <w:rPr>
          <w:sz w:val="26"/>
          <w:szCs w:val="26"/>
        </w:rPr>
        <w:t>of sleep/sleep problems/reasons for sleeping/dreams-Freudian &amp; bio-psychological views/biofeedback/parasomnia/</w:t>
      </w:r>
      <w:proofErr w:type="spellStart"/>
      <w:r w:rsidRPr="00DC3F02">
        <w:rPr>
          <w:sz w:val="26"/>
          <w:szCs w:val="26"/>
        </w:rPr>
        <w:t>uni</w:t>
      </w:r>
      <w:proofErr w:type="spellEnd"/>
      <w:r w:rsidRPr="00DC3F02">
        <w:rPr>
          <w:sz w:val="26"/>
          <w:szCs w:val="26"/>
        </w:rPr>
        <w:t>-hemispheric sleep/learning through sleeping/</w:t>
      </w:r>
    </w:p>
    <w:p w:rsidR="00DC3F02" w:rsidRPr="00DC3F02" w:rsidRDefault="00FB23F7" w:rsidP="00DC3F02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Intelligence (Ch. 9</w:t>
      </w:r>
      <w:r w:rsidR="00DC3F02" w:rsidRPr="00DC3F02">
        <w:rPr>
          <w:b/>
          <w:sz w:val="26"/>
          <w:szCs w:val="26"/>
          <w:u w:val="single"/>
        </w:rPr>
        <w:t>)</w:t>
      </w:r>
    </w:p>
    <w:p w:rsidR="0038551E" w:rsidRDefault="0038551E" w:rsidP="00DC3F02">
      <w:pPr>
        <w:rPr>
          <w:sz w:val="26"/>
          <w:szCs w:val="26"/>
        </w:rPr>
      </w:pPr>
      <w:r>
        <w:rPr>
          <w:sz w:val="26"/>
          <w:szCs w:val="26"/>
        </w:rPr>
        <w:t>What are influences on intelligence?  How do we measure intelli</w:t>
      </w:r>
      <w:r w:rsidR="008955D1">
        <w:rPr>
          <w:sz w:val="26"/>
          <w:szCs w:val="26"/>
        </w:rPr>
        <w:t>gence?  Problems with intelligen</w:t>
      </w:r>
      <w:r>
        <w:rPr>
          <w:sz w:val="26"/>
          <w:szCs w:val="26"/>
        </w:rPr>
        <w:t>ce testing? Genetic and Environmental influences on intelligence? Spearman/</w:t>
      </w:r>
      <w:proofErr w:type="spellStart"/>
      <w:r>
        <w:rPr>
          <w:sz w:val="26"/>
          <w:szCs w:val="26"/>
        </w:rPr>
        <w:t>Thurstone</w:t>
      </w:r>
      <w:proofErr w:type="spellEnd"/>
      <w:r>
        <w:rPr>
          <w:sz w:val="26"/>
          <w:szCs w:val="26"/>
        </w:rPr>
        <w:t xml:space="preserve">/Gardner/Sternberg </w:t>
      </w:r>
    </w:p>
    <w:p w:rsidR="00FB23F7" w:rsidRDefault="00FB23F7" w:rsidP="00DC3F02">
      <w:pPr>
        <w:rPr>
          <w:sz w:val="26"/>
          <w:szCs w:val="26"/>
        </w:rPr>
      </w:pPr>
      <w:r>
        <w:rPr>
          <w:sz w:val="26"/>
          <w:szCs w:val="26"/>
        </w:rPr>
        <w:t>Achievement / intelligence / general intelligence / multiple intelligences / emotional intelligence / Wechsler scale / Stanford-</w:t>
      </w:r>
      <w:proofErr w:type="spellStart"/>
      <w:r>
        <w:rPr>
          <w:sz w:val="26"/>
          <w:szCs w:val="26"/>
        </w:rPr>
        <w:t>Binet</w:t>
      </w:r>
      <w:proofErr w:type="spellEnd"/>
      <w:r>
        <w:rPr>
          <w:sz w:val="26"/>
          <w:szCs w:val="26"/>
        </w:rPr>
        <w:t xml:space="preserve"> / mental age / test </w:t>
      </w:r>
      <w:proofErr w:type="spellStart"/>
      <w:r>
        <w:rPr>
          <w:sz w:val="26"/>
          <w:szCs w:val="26"/>
        </w:rPr>
        <w:t>validy</w:t>
      </w:r>
      <w:proofErr w:type="spellEnd"/>
      <w:r>
        <w:rPr>
          <w:sz w:val="26"/>
          <w:szCs w:val="26"/>
        </w:rPr>
        <w:t xml:space="preserve"> &amp; reliability / gifted / creativity / heritability / environmental </w:t>
      </w:r>
    </w:p>
    <w:p w:rsidR="00DC3F02" w:rsidRPr="00DC3F02" w:rsidRDefault="00DC3F02" w:rsidP="00DC3F02">
      <w:pPr>
        <w:rPr>
          <w:b/>
          <w:sz w:val="26"/>
          <w:szCs w:val="26"/>
          <w:u w:val="single"/>
        </w:rPr>
      </w:pPr>
      <w:r w:rsidRPr="00DC3F02">
        <w:rPr>
          <w:b/>
          <w:sz w:val="26"/>
          <w:szCs w:val="26"/>
          <w:u w:val="single"/>
        </w:rPr>
        <w:t>Psychological Disorders (Ch. 18)</w:t>
      </w:r>
    </w:p>
    <w:p w:rsidR="0038551E" w:rsidRDefault="0038551E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What are psychological disorders?  How are disorders diagnosed?  What are the ch</w:t>
      </w:r>
      <w:r>
        <w:rPr>
          <w:sz w:val="26"/>
          <w:szCs w:val="26"/>
        </w:rPr>
        <w:t>aracteristics of each disorder?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Anxiety/dissociative/somatoform/mood/schizophrenia/personality</w:t>
      </w:r>
      <w:r w:rsidR="008955D1">
        <w:rPr>
          <w:sz w:val="26"/>
          <w:szCs w:val="26"/>
        </w:rPr>
        <w:t>/phobia/ocd/ depression/bipolar/culture-bound syndromes</w:t>
      </w:r>
    </w:p>
    <w:p w:rsidR="00DC3F02" w:rsidRPr="00DC3F02" w:rsidRDefault="00DC3F02" w:rsidP="00DC3F02">
      <w:pPr>
        <w:rPr>
          <w:b/>
          <w:sz w:val="26"/>
          <w:szCs w:val="26"/>
          <w:u w:val="single"/>
        </w:rPr>
      </w:pPr>
      <w:r w:rsidRPr="00DC3F02">
        <w:rPr>
          <w:b/>
          <w:sz w:val="26"/>
          <w:szCs w:val="26"/>
          <w:u w:val="single"/>
        </w:rPr>
        <w:t>Therapy (Ch. 19)</w:t>
      </w:r>
    </w:p>
    <w:p w:rsidR="0038551E" w:rsidRDefault="0038551E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Why do treatment approaches vary?  What are the advantages and disadvantages of each approach?</w:t>
      </w:r>
    </w:p>
    <w:p w:rsidR="00DC3F02" w:rsidRPr="00DC3F02" w:rsidRDefault="008955D1" w:rsidP="00DC3F02">
      <w:pPr>
        <w:rPr>
          <w:sz w:val="26"/>
          <w:szCs w:val="26"/>
        </w:rPr>
      </w:pPr>
      <w:r>
        <w:rPr>
          <w:sz w:val="26"/>
          <w:szCs w:val="26"/>
        </w:rPr>
        <w:t>Psychotherapy/self-help/latent content/transference/ p</w:t>
      </w:r>
      <w:r w:rsidR="00DC3F02" w:rsidRPr="00DC3F02">
        <w:rPr>
          <w:sz w:val="26"/>
          <w:szCs w:val="26"/>
        </w:rPr>
        <w:t>sychoanalytic</w:t>
      </w:r>
      <w:r>
        <w:rPr>
          <w:sz w:val="26"/>
          <w:szCs w:val="26"/>
        </w:rPr>
        <w:t xml:space="preserve"> </w:t>
      </w:r>
      <w:r w:rsidR="00DC3F02" w:rsidRPr="00DC3F02">
        <w:rPr>
          <w:sz w:val="26"/>
          <w:szCs w:val="26"/>
        </w:rPr>
        <w:t>/humanistic/cognitive/biological/behavioral</w:t>
      </w:r>
      <w:r>
        <w:rPr>
          <w:sz w:val="26"/>
          <w:szCs w:val="26"/>
        </w:rPr>
        <w:t>/ECT/culture-bound syndromes/</w:t>
      </w:r>
    </w:p>
    <w:sectPr w:rsidR="00DC3F02" w:rsidRPr="00DC3F02" w:rsidSect="00747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A2C"/>
    <w:rsid w:val="00012D28"/>
    <w:rsid w:val="00020249"/>
    <w:rsid w:val="00064003"/>
    <w:rsid w:val="000A1467"/>
    <w:rsid w:val="000E3E5B"/>
    <w:rsid w:val="00153F12"/>
    <w:rsid w:val="00181575"/>
    <w:rsid w:val="001C1AAD"/>
    <w:rsid w:val="001E05EF"/>
    <w:rsid w:val="001E64EE"/>
    <w:rsid w:val="002357B7"/>
    <w:rsid w:val="0032779D"/>
    <w:rsid w:val="00347A27"/>
    <w:rsid w:val="0038551E"/>
    <w:rsid w:val="003F457A"/>
    <w:rsid w:val="00407BF3"/>
    <w:rsid w:val="004F7A2C"/>
    <w:rsid w:val="00585BA5"/>
    <w:rsid w:val="005A1D09"/>
    <w:rsid w:val="005B53EC"/>
    <w:rsid w:val="00711A60"/>
    <w:rsid w:val="0074762B"/>
    <w:rsid w:val="00755A57"/>
    <w:rsid w:val="007A4D18"/>
    <w:rsid w:val="007B0E54"/>
    <w:rsid w:val="00830C20"/>
    <w:rsid w:val="00852CB1"/>
    <w:rsid w:val="008955D1"/>
    <w:rsid w:val="00947329"/>
    <w:rsid w:val="009B262D"/>
    <w:rsid w:val="009C5341"/>
    <w:rsid w:val="009E6D88"/>
    <w:rsid w:val="00B66BFA"/>
    <w:rsid w:val="00B91B97"/>
    <w:rsid w:val="00BE5EF2"/>
    <w:rsid w:val="00C4014B"/>
    <w:rsid w:val="00D66A47"/>
    <w:rsid w:val="00DC3F02"/>
    <w:rsid w:val="00DE4E61"/>
    <w:rsid w:val="00E04E1B"/>
    <w:rsid w:val="00EC2D12"/>
    <w:rsid w:val="00FB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B3964AB-27B6-4232-B932-0672DBE1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6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1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\Study.Guide.FINAL.Psychology%20I.fall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Study.Guide.FINAL.Psychology I.fall2011</Template>
  <TotalTime>1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Psychology I</vt:lpstr>
    </vt:vector>
  </TitlesOfParts>
  <Company>TSD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Psychology I</dc:title>
  <dc:creator>Curtis Ranweiler</dc:creator>
  <cp:lastModifiedBy>Ranweiler, Curtis M BHS</cp:lastModifiedBy>
  <cp:revision>2</cp:revision>
  <cp:lastPrinted>2014-12-11T18:39:00Z</cp:lastPrinted>
  <dcterms:created xsi:type="dcterms:W3CDTF">2017-05-12T20:01:00Z</dcterms:created>
  <dcterms:modified xsi:type="dcterms:W3CDTF">2017-05-12T20:01:00Z</dcterms:modified>
</cp:coreProperties>
</file>